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39A90" w14:textId="77777777" w:rsidR="0041507A" w:rsidRPr="00571D6E" w:rsidRDefault="0041507A" w:rsidP="009B7052">
      <w:pPr>
        <w:spacing w:before="120"/>
        <w:ind w:left="176" w:right="169"/>
        <w:rPr>
          <w:rFonts w:ascii="Calibri" w:hAnsi="Calibri" w:cs="Calibri"/>
          <w:szCs w:val="24"/>
        </w:rPr>
      </w:pPr>
    </w:p>
    <w:p w14:paraId="117B75A9" w14:textId="77777777" w:rsidR="007D1B02" w:rsidRPr="00571D6E" w:rsidRDefault="007D1B02" w:rsidP="007D1B02">
      <w:pPr>
        <w:spacing w:before="120"/>
        <w:ind w:left="176" w:right="169"/>
        <w:rPr>
          <w:rFonts w:ascii="Calibri" w:hAnsi="Calibri" w:cs="Calibri"/>
          <w:szCs w:val="24"/>
        </w:rPr>
      </w:pPr>
      <w:r w:rsidRPr="00571D6E">
        <w:rPr>
          <w:rFonts w:ascii="Calibri" w:hAnsi="Calibri" w:cs="Calibri"/>
          <w:szCs w:val="24"/>
        </w:rPr>
        <w:tab/>
      </w:r>
    </w:p>
    <w:p w14:paraId="3D3B1FAF" w14:textId="77777777" w:rsidR="0059131D" w:rsidRDefault="0059131D" w:rsidP="0059131D">
      <w:pPr>
        <w:rPr>
          <w:rFonts w:ascii="Calibri" w:hAnsi="Calibri" w:cs="Calibri"/>
          <w:b/>
          <w:bCs/>
          <w:szCs w:val="24"/>
        </w:rPr>
      </w:pPr>
      <w:r w:rsidRPr="00571D6E">
        <w:rPr>
          <w:rFonts w:ascii="Calibri" w:hAnsi="Calibri" w:cs="Calibri"/>
          <w:b/>
          <w:bCs/>
          <w:szCs w:val="24"/>
        </w:rPr>
        <w:t>Harmonogram svozu a dovozu prádla</w:t>
      </w:r>
    </w:p>
    <w:p w14:paraId="380C7C3A" w14:textId="1A050020" w:rsidR="00571D6E" w:rsidRPr="00571D6E" w:rsidRDefault="00571D6E" w:rsidP="0059131D">
      <w:pPr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Veřejná zakázka „Praní prádla“</w:t>
      </w:r>
    </w:p>
    <w:p w14:paraId="203B3F0A" w14:textId="77777777" w:rsidR="0059131D" w:rsidRPr="00571D6E" w:rsidRDefault="0059131D" w:rsidP="0059131D">
      <w:pPr>
        <w:pStyle w:val="Default"/>
        <w:jc w:val="both"/>
        <w:rPr>
          <w:rFonts w:ascii="Calibri" w:hAnsi="Calibri" w:cs="Calibri"/>
        </w:rPr>
      </w:pPr>
    </w:p>
    <w:p w14:paraId="1BEE1A88" w14:textId="77777777" w:rsidR="0059131D" w:rsidRPr="00571D6E" w:rsidRDefault="0059131D" w:rsidP="0059131D">
      <w:pPr>
        <w:pStyle w:val="Default"/>
        <w:numPr>
          <w:ilvl w:val="0"/>
          <w:numId w:val="7"/>
        </w:numPr>
        <w:ind w:left="709" w:hanging="283"/>
        <w:jc w:val="both"/>
        <w:rPr>
          <w:rFonts w:ascii="Calibri" w:hAnsi="Calibri" w:cs="Calibri"/>
        </w:rPr>
      </w:pPr>
      <w:r w:rsidRPr="00571D6E">
        <w:rPr>
          <w:rFonts w:ascii="Calibri" w:hAnsi="Calibri" w:cs="Calibri"/>
        </w:rPr>
        <w:t>špinavé osobní, ložní, ostatní a mimořádné prádlo</w:t>
      </w:r>
      <w:r w:rsidRPr="00571D6E">
        <w:rPr>
          <w:rFonts w:ascii="Calibri" w:hAnsi="Calibri" w:cs="Calibri"/>
          <w:spacing w:val="-2"/>
        </w:rPr>
        <w:t xml:space="preserve"> </w:t>
      </w:r>
    </w:p>
    <w:p w14:paraId="187C9A37" w14:textId="77777777" w:rsidR="0059131D" w:rsidRPr="00571D6E" w:rsidRDefault="0059131D" w:rsidP="0059131D">
      <w:pPr>
        <w:pStyle w:val="Default"/>
        <w:ind w:left="709"/>
        <w:jc w:val="both"/>
        <w:rPr>
          <w:rFonts w:ascii="Calibri" w:hAnsi="Calibri" w:cs="Calibri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04"/>
        <w:gridCol w:w="2559"/>
        <w:gridCol w:w="1667"/>
        <w:gridCol w:w="3328"/>
        <w:gridCol w:w="1027"/>
        <w:gridCol w:w="2631"/>
      </w:tblGrid>
      <w:tr w:rsidR="0059131D" w:rsidRPr="00571D6E" w14:paraId="7733CC5E" w14:textId="77777777" w:rsidTr="00A738FC">
        <w:tc>
          <w:tcPr>
            <w:tcW w:w="8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34FC67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b/>
                <w:spacing w:val="-2"/>
              </w:rPr>
            </w:pPr>
            <w:r w:rsidRPr="00571D6E">
              <w:rPr>
                <w:rFonts w:ascii="Calibri" w:hAnsi="Calibri" w:cs="Calibri"/>
                <w:b/>
                <w:spacing w:val="-2"/>
              </w:rPr>
              <w:t>středisko</w:t>
            </w:r>
          </w:p>
        </w:tc>
        <w:tc>
          <w:tcPr>
            <w:tcW w:w="1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C4061D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b/>
                <w:i/>
                <w:spacing w:val="-2"/>
              </w:rPr>
            </w:pPr>
            <w:r w:rsidRPr="00571D6E">
              <w:rPr>
                <w:rFonts w:ascii="Calibri" w:hAnsi="Calibri" w:cs="Calibri"/>
                <w:b/>
                <w:i/>
                <w:spacing w:val="-2"/>
              </w:rPr>
              <w:t xml:space="preserve">kdy odevzdat prádlo </w:t>
            </w:r>
          </w:p>
        </w:tc>
        <w:tc>
          <w:tcPr>
            <w:tcW w:w="1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2B4267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b/>
                <w:i/>
                <w:spacing w:val="-2"/>
              </w:rPr>
            </w:pPr>
            <w:r w:rsidRPr="00571D6E">
              <w:rPr>
                <w:rFonts w:ascii="Calibri" w:hAnsi="Calibri" w:cs="Calibri"/>
                <w:b/>
                <w:spacing w:val="-2"/>
              </w:rPr>
              <w:t>místo – odkud bude prádlo odvezeno v kleci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9F4846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b/>
                <w:spacing w:val="-2"/>
              </w:rPr>
            </w:pPr>
            <w:r w:rsidRPr="00571D6E">
              <w:rPr>
                <w:rFonts w:ascii="Calibri" w:hAnsi="Calibri" w:cs="Calibri"/>
                <w:b/>
                <w:spacing w:val="-2"/>
              </w:rPr>
              <w:t>čas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A4A3FB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b/>
                <w:spacing w:val="-2"/>
              </w:rPr>
            </w:pPr>
            <w:r w:rsidRPr="00571D6E">
              <w:rPr>
                <w:rFonts w:ascii="Calibri" w:hAnsi="Calibri" w:cs="Calibri"/>
                <w:b/>
                <w:spacing w:val="-2"/>
              </w:rPr>
              <w:t>způsob</w:t>
            </w:r>
          </w:p>
        </w:tc>
      </w:tr>
      <w:tr w:rsidR="0059131D" w:rsidRPr="00571D6E" w14:paraId="09F60CD5" w14:textId="77777777" w:rsidTr="00A738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197A" w14:textId="77777777" w:rsidR="0059131D" w:rsidRPr="00571D6E" w:rsidRDefault="0059131D" w:rsidP="00A738FC">
            <w:pPr>
              <w:rPr>
                <w:rFonts w:ascii="Calibri" w:hAnsi="Calibri" w:cs="Calibri"/>
                <w:b/>
                <w:color w:val="000000"/>
                <w:spacing w:val="-2"/>
                <w:szCs w:val="24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C22360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b/>
                <w:spacing w:val="-2"/>
              </w:rPr>
            </w:pPr>
            <w:r w:rsidRPr="00571D6E">
              <w:rPr>
                <w:rFonts w:ascii="Calibri" w:hAnsi="Calibri" w:cs="Calibri"/>
                <w:b/>
                <w:spacing w:val="-2"/>
              </w:rPr>
              <w:t>ložní, ostatní, mimořádné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D413B5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b/>
                <w:spacing w:val="-2"/>
              </w:rPr>
              <w:t>osobní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4EE14" w14:textId="77777777" w:rsidR="0059131D" w:rsidRPr="00571D6E" w:rsidRDefault="0059131D" w:rsidP="00A738FC">
            <w:pPr>
              <w:rPr>
                <w:rFonts w:ascii="Calibri" w:hAnsi="Calibri" w:cs="Calibri"/>
                <w:b/>
                <w:i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61B1" w14:textId="77777777" w:rsidR="0059131D" w:rsidRPr="00571D6E" w:rsidRDefault="0059131D" w:rsidP="00A738FC">
            <w:pPr>
              <w:rPr>
                <w:rFonts w:ascii="Calibri" w:hAnsi="Calibri" w:cs="Calibri"/>
                <w:b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6707C" w14:textId="77777777" w:rsidR="0059131D" w:rsidRPr="00571D6E" w:rsidRDefault="0059131D" w:rsidP="00A738FC">
            <w:pPr>
              <w:rPr>
                <w:rFonts w:ascii="Calibri" w:hAnsi="Calibri" w:cs="Calibri"/>
                <w:b/>
                <w:color w:val="000000"/>
                <w:spacing w:val="-2"/>
                <w:szCs w:val="24"/>
              </w:rPr>
            </w:pPr>
          </w:p>
        </w:tc>
      </w:tr>
      <w:tr w:rsidR="0059131D" w:rsidRPr="00571D6E" w14:paraId="4658A476" w14:textId="77777777" w:rsidTr="00A738FC">
        <w:trPr>
          <w:trHeight w:val="113"/>
        </w:trPr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6FB4E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CHIR, OOS, ARO</w:t>
            </w:r>
          </w:p>
        </w:tc>
        <w:tc>
          <w:tcPr>
            <w:tcW w:w="9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B475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vždy</w:t>
            </w:r>
          </w:p>
          <w:p w14:paraId="4E5EAD2B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b/>
                <w:spacing w:val="-2"/>
              </w:rPr>
              <w:t>do 6:30</w:t>
            </w:r>
            <w:r w:rsidRPr="00571D6E">
              <w:rPr>
                <w:rFonts w:ascii="Calibri" w:hAnsi="Calibri" w:cs="Calibri"/>
                <w:spacing w:val="-2"/>
              </w:rPr>
              <w:t xml:space="preserve"> </w:t>
            </w:r>
            <w:r w:rsidRPr="00571D6E">
              <w:rPr>
                <w:rFonts w:ascii="Calibri" w:hAnsi="Calibri" w:cs="Calibri"/>
                <w:b/>
                <w:spacing w:val="-2"/>
              </w:rPr>
              <w:t xml:space="preserve">pondělí </w:t>
            </w:r>
            <w:r w:rsidRPr="00571D6E">
              <w:rPr>
                <w:rFonts w:ascii="Calibri" w:hAnsi="Calibri" w:cs="Calibri"/>
                <w:spacing w:val="-2"/>
              </w:rPr>
              <w:t>až</w:t>
            </w:r>
            <w:r w:rsidRPr="00571D6E">
              <w:rPr>
                <w:rFonts w:ascii="Calibri" w:hAnsi="Calibri" w:cs="Calibri"/>
                <w:b/>
                <w:spacing w:val="-2"/>
              </w:rPr>
              <w:t xml:space="preserve"> pátek</w:t>
            </w:r>
          </w:p>
          <w:p w14:paraId="21261B19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vč. dnů pracovního volna a svátků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A44B4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pondělí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9731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chirurgie východ naproti JIP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66F88F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6:30-8:00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A63E9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vloženo do klece na středisku</w:t>
            </w:r>
          </w:p>
          <w:p w14:paraId="74B7B2F0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klec odvezena ze střediska</w:t>
            </w:r>
          </w:p>
        </w:tc>
      </w:tr>
      <w:tr w:rsidR="0059131D" w:rsidRPr="00571D6E" w14:paraId="3485F875" w14:textId="77777777" w:rsidTr="00A738FC">
        <w:trPr>
          <w:trHeight w:val="113"/>
        </w:trPr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25B2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JIP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50DE9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5ADE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pondělí + středa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1CB79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chirurgie prostor před JIP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4785BF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2D158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</w:tr>
      <w:tr w:rsidR="0059131D" w:rsidRPr="00571D6E" w14:paraId="70369395" w14:textId="77777777" w:rsidTr="00A738FC">
        <w:trPr>
          <w:trHeight w:val="111"/>
        </w:trPr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7207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INT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41FF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AA1A" w14:textId="77777777" w:rsidR="0059131D" w:rsidRPr="00571D6E" w:rsidRDefault="0059131D" w:rsidP="00A738FC">
            <w:pPr>
              <w:rPr>
                <w:rFonts w:ascii="Calibri" w:hAnsi="Calibri" w:cs="Calibri"/>
                <w:szCs w:val="24"/>
              </w:rPr>
            </w:pPr>
            <w:r w:rsidRPr="00571D6E">
              <w:rPr>
                <w:rFonts w:ascii="Calibri" w:hAnsi="Calibri" w:cs="Calibri"/>
                <w:szCs w:val="24"/>
              </w:rPr>
              <w:t>pondělí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98D0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interna místnost 144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1D36A8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B5BA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</w:tr>
      <w:tr w:rsidR="0059131D" w:rsidRPr="00571D6E" w14:paraId="7FAEF25C" w14:textId="77777777" w:rsidTr="00A738FC">
        <w:trPr>
          <w:trHeight w:val="111"/>
        </w:trPr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8B45C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GYN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C29BA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AB99" w14:textId="77777777" w:rsidR="0059131D" w:rsidRPr="00571D6E" w:rsidRDefault="0059131D" w:rsidP="00A738FC">
            <w:pPr>
              <w:rPr>
                <w:rFonts w:ascii="Calibri" w:hAnsi="Calibri" w:cs="Calibri"/>
                <w:szCs w:val="24"/>
              </w:rPr>
            </w:pPr>
            <w:r w:rsidRPr="00571D6E">
              <w:rPr>
                <w:rFonts w:ascii="Calibri" w:hAnsi="Calibri" w:cs="Calibri"/>
                <w:szCs w:val="24"/>
              </w:rPr>
              <w:t>pondělí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8DD0F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gynekologie prostor před ambulancí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253F13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17F56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</w:tr>
      <w:tr w:rsidR="0059131D" w:rsidRPr="00571D6E" w14:paraId="5450186B" w14:textId="77777777" w:rsidTr="00A738FC">
        <w:trPr>
          <w:trHeight w:val="111"/>
        </w:trPr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4B7BE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DO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EBD5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9354D" w14:textId="77777777" w:rsidR="0059131D" w:rsidRPr="00571D6E" w:rsidRDefault="0059131D" w:rsidP="00A738FC">
            <w:pPr>
              <w:rPr>
                <w:rFonts w:ascii="Calibri" w:hAnsi="Calibri" w:cs="Calibri"/>
                <w:szCs w:val="24"/>
              </w:rPr>
            </w:pPr>
            <w:r w:rsidRPr="00571D6E">
              <w:rPr>
                <w:rFonts w:ascii="Calibri" w:hAnsi="Calibri" w:cs="Calibri"/>
                <w:szCs w:val="24"/>
              </w:rPr>
              <w:t>pondělí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EAC87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dětské odd. přístěnek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6DA3EB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61F00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</w:tr>
      <w:tr w:rsidR="0059131D" w:rsidRPr="00571D6E" w14:paraId="0E9859C9" w14:textId="77777777" w:rsidTr="00A738FC">
        <w:trPr>
          <w:trHeight w:val="111"/>
        </w:trPr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59D69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 xml:space="preserve">LNP,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8521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47D6" w14:textId="77777777" w:rsidR="0059131D" w:rsidRPr="00571D6E" w:rsidRDefault="0059131D" w:rsidP="00A738FC">
            <w:pPr>
              <w:rPr>
                <w:rFonts w:ascii="Calibri" w:hAnsi="Calibri" w:cs="Calibri"/>
                <w:szCs w:val="24"/>
              </w:rPr>
            </w:pPr>
            <w:r w:rsidRPr="00571D6E">
              <w:rPr>
                <w:rFonts w:ascii="Calibri" w:hAnsi="Calibri" w:cs="Calibri"/>
                <w:szCs w:val="24"/>
              </w:rPr>
              <w:t>pondělí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4B887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následná péče přístěnek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480070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5AA05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</w:tr>
      <w:tr w:rsidR="0059131D" w:rsidRPr="00571D6E" w14:paraId="27E36968" w14:textId="77777777" w:rsidTr="00A738FC"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930F1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dílna, kuchyň</w:t>
            </w:r>
          </w:p>
        </w:tc>
        <w:tc>
          <w:tcPr>
            <w:tcW w:w="9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2C973484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70D0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čtvrtek</w:t>
            </w:r>
          </w:p>
          <w:p w14:paraId="3AE2B2A1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mezi 8:00-9:00</w:t>
            </w:r>
          </w:p>
          <w:p w14:paraId="25EBA6E0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</w:rPr>
            </w:pPr>
          </w:p>
        </w:tc>
        <w:tc>
          <w:tcPr>
            <w:tcW w:w="1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B7CA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</w:rPr>
            </w:pPr>
            <w:r w:rsidRPr="00571D6E">
              <w:rPr>
                <w:rFonts w:ascii="Calibri" w:hAnsi="Calibri" w:cs="Calibri"/>
              </w:rPr>
              <w:t>místnost č. 038 u výtahů v suterénu na poliklinice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30A71B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87B822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osobní donáška do třídírny prádla (poliklinika místnost č. 038), tam bude vloženo do klece;</w:t>
            </w:r>
          </w:p>
          <w:p w14:paraId="5AAFDDF8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klec bude odvezena z třídírny prádla</w:t>
            </w:r>
          </w:p>
        </w:tc>
      </w:tr>
      <w:tr w:rsidR="0059131D" w:rsidRPr="00571D6E" w14:paraId="6E1DAC88" w14:textId="77777777" w:rsidTr="00A738FC"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F8D5A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 xml:space="preserve">RDG, lékárna, </w:t>
            </w:r>
            <w:proofErr w:type="spellStart"/>
            <w:r w:rsidRPr="00571D6E">
              <w:rPr>
                <w:rFonts w:ascii="Calibri" w:hAnsi="Calibri" w:cs="Calibri"/>
                <w:spacing w:val="-2"/>
              </w:rPr>
              <w:t>chir</w:t>
            </w:r>
            <w:proofErr w:type="spellEnd"/>
            <w:r w:rsidRPr="00571D6E">
              <w:rPr>
                <w:rFonts w:ascii="Calibri" w:hAnsi="Calibri" w:cs="Calibri"/>
                <w:spacing w:val="-2"/>
              </w:rPr>
              <w:t xml:space="preserve">. </w:t>
            </w:r>
            <w:proofErr w:type="spellStart"/>
            <w:r w:rsidRPr="00571D6E">
              <w:rPr>
                <w:rFonts w:ascii="Calibri" w:hAnsi="Calibri" w:cs="Calibri"/>
                <w:spacing w:val="-2"/>
              </w:rPr>
              <w:t>amb</w:t>
            </w:r>
            <w:proofErr w:type="spellEnd"/>
            <w:r w:rsidRPr="00571D6E">
              <w:rPr>
                <w:rFonts w:ascii="Calibri" w:hAnsi="Calibri" w:cs="Calibri"/>
                <w:spacing w:val="-2"/>
              </w:rPr>
              <w:t>. poli, OKBH, HTS, LSPP, vrátnice, doprava, režie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E95FB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8152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9F709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88702B7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7FF66D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</w:tr>
      <w:tr w:rsidR="0059131D" w:rsidRPr="00571D6E" w14:paraId="302431C5" w14:textId="77777777" w:rsidTr="00A738FC"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70BDB1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márnice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29F284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dle potřeby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3F4962CF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606328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chirurgie východ naproti JIP</w:t>
            </w:r>
          </w:p>
          <w:p w14:paraId="75C8EC11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 xml:space="preserve"> – klec OOS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152FCD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D7AD68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</w:tr>
    </w:tbl>
    <w:p w14:paraId="779614E0" w14:textId="77777777" w:rsidR="0059131D" w:rsidRPr="00571D6E" w:rsidRDefault="0059131D" w:rsidP="0059131D">
      <w:pPr>
        <w:rPr>
          <w:rFonts w:ascii="Calibri" w:hAnsi="Calibri" w:cs="Calibri"/>
          <w:szCs w:val="24"/>
        </w:rPr>
      </w:pPr>
    </w:p>
    <w:p w14:paraId="53ABCC0F" w14:textId="00B4DE0C" w:rsidR="0059131D" w:rsidRDefault="0059131D" w:rsidP="00571D6E">
      <w:pPr>
        <w:pStyle w:val="Default"/>
        <w:numPr>
          <w:ilvl w:val="0"/>
          <w:numId w:val="7"/>
        </w:numPr>
        <w:jc w:val="both"/>
        <w:rPr>
          <w:rFonts w:ascii="Calibri" w:hAnsi="Calibri" w:cs="Calibri"/>
        </w:rPr>
      </w:pPr>
      <w:r w:rsidRPr="00571D6E">
        <w:rPr>
          <w:rFonts w:ascii="Calibri" w:hAnsi="Calibri" w:cs="Calibri"/>
        </w:rPr>
        <w:t>čisté osobní, ložní, ostatní a mimořádné prádlo</w:t>
      </w:r>
    </w:p>
    <w:p w14:paraId="2974CBA2" w14:textId="77777777" w:rsidR="00571D6E" w:rsidRDefault="00571D6E" w:rsidP="00571D6E">
      <w:pPr>
        <w:pStyle w:val="Default"/>
        <w:ind w:left="720"/>
        <w:jc w:val="both"/>
        <w:rPr>
          <w:rFonts w:ascii="Calibri" w:hAnsi="Calibri" w:cs="Calibri"/>
        </w:rPr>
      </w:pPr>
    </w:p>
    <w:p w14:paraId="60673112" w14:textId="77777777" w:rsidR="00571D6E" w:rsidRDefault="00571D6E" w:rsidP="00571D6E">
      <w:pPr>
        <w:pStyle w:val="Default"/>
        <w:ind w:left="720"/>
        <w:jc w:val="both"/>
        <w:rPr>
          <w:rFonts w:ascii="Calibri" w:hAnsi="Calibri" w:cs="Calibri"/>
        </w:rPr>
      </w:pPr>
    </w:p>
    <w:p w14:paraId="3073509D" w14:textId="77777777" w:rsidR="00571D6E" w:rsidRDefault="00571D6E" w:rsidP="00571D6E">
      <w:pPr>
        <w:pStyle w:val="Default"/>
        <w:ind w:left="720"/>
        <w:jc w:val="both"/>
        <w:rPr>
          <w:rFonts w:ascii="Calibri" w:hAnsi="Calibri" w:cs="Calibri"/>
        </w:rPr>
      </w:pPr>
    </w:p>
    <w:p w14:paraId="3A339391" w14:textId="77777777" w:rsidR="00571D6E" w:rsidRDefault="00571D6E" w:rsidP="00571D6E">
      <w:pPr>
        <w:pStyle w:val="Default"/>
        <w:ind w:left="720"/>
        <w:jc w:val="both"/>
        <w:rPr>
          <w:rFonts w:ascii="Calibri" w:hAnsi="Calibri" w:cs="Calibri"/>
        </w:rPr>
      </w:pPr>
    </w:p>
    <w:p w14:paraId="08552F2B" w14:textId="77777777" w:rsidR="00571D6E" w:rsidRPr="00571D6E" w:rsidRDefault="00571D6E" w:rsidP="00571D6E">
      <w:pPr>
        <w:pStyle w:val="Default"/>
        <w:ind w:left="720"/>
        <w:jc w:val="both"/>
        <w:rPr>
          <w:rFonts w:ascii="Calibri" w:hAnsi="Calibri" w:cs="Calibri"/>
        </w:rPr>
      </w:pPr>
    </w:p>
    <w:p w14:paraId="00C050DE" w14:textId="77777777" w:rsidR="0059131D" w:rsidRPr="00571D6E" w:rsidRDefault="0059131D" w:rsidP="0059131D">
      <w:pPr>
        <w:pStyle w:val="Default"/>
        <w:ind w:left="709" w:hanging="283"/>
        <w:jc w:val="both"/>
        <w:rPr>
          <w:rFonts w:ascii="Calibri" w:hAnsi="Calibri" w:cs="Calibri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34"/>
        <w:gridCol w:w="1536"/>
        <w:gridCol w:w="3845"/>
        <w:gridCol w:w="3202"/>
        <w:gridCol w:w="1539"/>
        <w:gridCol w:w="1860"/>
      </w:tblGrid>
      <w:tr w:rsidR="0059131D" w:rsidRPr="00571D6E" w14:paraId="23115C60" w14:textId="77777777" w:rsidTr="00A738FC"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EAF9F6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b/>
                <w:spacing w:val="-2"/>
              </w:rPr>
            </w:pPr>
            <w:r w:rsidRPr="00571D6E">
              <w:rPr>
                <w:rFonts w:ascii="Calibri" w:hAnsi="Calibri" w:cs="Calibri"/>
                <w:b/>
                <w:spacing w:val="-2"/>
              </w:rPr>
              <w:t>den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843DBE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b/>
                <w:spacing w:val="-2"/>
              </w:rPr>
            </w:pPr>
            <w:r w:rsidRPr="00571D6E">
              <w:rPr>
                <w:rFonts w:ascii="Calibri" w:hAnsi="Calibri" w:cs="Calibri"/>
                <w:b/>
                <w:spacing w:val="-2"/>
              </w:rPr>
              <w:t>čas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416C48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b/>
                <w:spacing w:val="-2"/>
              </w:rPr>
            </w:pPr>
            <w:r w:rsidRPr="00571D6E">
              <w:rPr>
                <w:rFonts w:ascii="Calibri" w:hAnsi="Calibri" w:cs="Calibri"/>
                <w:b/>
                <w:spacing w:val="-2"/>
              </w:rPr>
              <w:t xml:space="preserve">místo – kam – středisek 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E3B9DB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b/>
                <w:spacing w:val="-2"/>
              </w:rPr>
            </w:pPr>
            <w:r w:rsidRPr="00571D6E">
              <w:rPr>
                <w:rFonts w:ascii="Calibri" w:hAnsi="Calibri" w:cs="Calibri"/>
                <w:b/>
                <w:spacing w:val="-2"/>
              </w:rPr>
              <w:t xml:space="preserve">druh prádla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5DED23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b/>
                <w:spacing w:val="-2"/>
              </w:rPr>
            </w:pPr>
            <w:proofErr w:type="gramStart"/>
            <w:r w:rsidRPr="00571D6E">
              <w:rPr>
                <w:rFonts w:ascii="Calibri" w:hAnsi="Calibri" w:cs="Calibri"/>
                <w:b/>
                <w:spacing w:val="-2"/>
              </w:rPr>
              <w:t>místo - odkud</w:t>
            </w:r>
            <w:proofErr w:type="gramEnd"/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5F24BD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b/>
                <w:spacing w:val="-2"/>
              </w:rPr>
            </w:pPr>
            <w:r w:rsidRPr="00571D6E">
              <w:rPr>
                <w:rFonts w:ascii="Calibri" w:hAnsi="Calibri" w:cs="Calibri"/>
                <w:b/>
                <w:spacing w:val="-2"/>
              </w:rPr>
              <w:t>způsob transportu</w:t>
            </w:r>
          </w:p>
        </w:tc>
      </w:tr>
      <w:tr w:rsidR="0059131D" w:rsidRPr="00571D6E" w14:paraId="404E2BB1" w14:textId="77777777" w:rsidTr="00A738FC">
        <w:trPr>
          <w:trHeight w:val="335"/>
        </w:trPr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9023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pondělí, úterý, středa, pátek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37091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7:30-8:00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27391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OOS</w:t>
            </w:r>
          </w:p>
        </w:tc>
        <w:tc>
          <w:tcPr>
            <w:tcW w:w="1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87C7C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ložní, ostatní, mimořádné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C6FB8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prádelna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6DB68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vloženo do klece v prádelně</w:t>
            </w:r>
          </w:p>
          <w:p w14:paraId="6BABFE78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klec dopravena na střediska</w:t>
            </w:r>
          </w:p>
        </w:tc>
      </w:tr>
      <w:tr w:rsidR="0059131D" w:rsidRPr="00571D6E" w14:paraId="599942F9" w14:textId="77777777" w:rsidTr="00A738FC">
        <w:trPr>
          <w:trHeight w:val="6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F06EF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9CC4D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dopoledne max do 11:00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78C5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LNP, DO, CHIR, JIP, INT, GP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8EC64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9576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FC79A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</w:tr>
      <w:tr w:rsidR="0059131D" w:rsidRPr="00571D6E" w14:paraId="6CF07ABD" w14:textId="77777777" w:rsidTr="00A738FC"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372D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čtvrtek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0A8B1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7:30-8:00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464FE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ARO, OOS</w:t>
            </w:r>
          </w:p>
        </w:tc>
        <w:tc>
          <w:tcPr>
            <w:tcW w:w="1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3442E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osobní + ložní, ostatní, mimořádné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B85BB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63BCA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</w:tr>
      <w:tr w:rsidR="0059131D" w:rsidRPr="00571D6E" w14:paraId="0636BEC9" w14:textId="77777777" w:rsidTr="00A738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19400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C135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dopoledne max do 11:00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BD5BC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LNP, DO, CHIR, JIP, INT, GP, dílna, kuchyň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7214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C2896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A244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</w:tr>
      <w:tr w:rsidR="0059131D" w:rsidRPr="00571D6E" w14:paraId="050AA3EB" w14:textId="77777777" w:rsidTr="00A738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1D259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9C69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0608D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poliklinika – RDG, lékárna, CHIR-AMB, OKBH, HTS, LSPP, vrátnice, doprava, režie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FD75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C2B45" w14:textId="77777777" w:rsidR="0059131D" w:rsidRPr="00571D6E" w:rsidRDefault="0059131D" w:rsidP="00A738FC">
            <w:pPr>
              <w:rPr>
                <w:rFonts w:ascii="Calibri" w:hAnsi="Calibri" w:cs="Calibri"/>
                <w:color w:val="000000"/>
                <w:spacing w:val="-2"/>
                <w:szCs w:val="2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F7FE" w14:textId="77777777" w:rsidR="0059131D" w:rsidRPr="00571D6E" w:rsidRDefault="0059131D" w:rsidP="00A738FC">
            <w:pPr>
              <w:pStyle w:val="Default"/>
              <w:rPr>
                <w:rFonts w:ascii="Calibri" w:hAnsi="Calibri" w:cs="Calibri"/>
                <w:spacing w:val="-2"/>
              </w:rPr>
            </w:pPr>
            <w:r w:rsidRPr="00571D6E">
              <w:rPr>
                <w:rFonts w:ascii="Calibri" w:hAnsi="Calibri" w:cs="Calibri"/>
                <w:spacing w:val="-2"/>
              </w:rPr>
              <w:t>klec dopravena do třídírny prádla</w:t>
            </w:r>
          </w:p>
        </w:tc>
      </w:tr>
    </w:tbl>
    <w:p w14:paraId="13B00027" w14:textId="77777777" w:rsidR="00443ED4" w:rsidRPr="00571D6E" w:rsidRDefault="00443ED4" w:rsidP="007D1B02">
      <w:pPr>
        <w:spacing w:before="120"/>
        <w:ind w:left="176" w:right="169"/>
        <w:rPr>
          <w:rFonts w:ascii="Calibri" w:hAnsi="Calibri" w:cs="Calibri"/>
          <w:szCs w:val="24"/>
        </w:rPr>
      </w:pPr>
    </w:p>
    <w:p w14:paraId="5709D719" w14:textId="77777777" w:rsidR="00443ED4" w:rsidRPr="00571D6E" w:rsidRDefault="00443ED4" w:rsidP="007D1B02">
      <w:pPr>
        <w:spacing w:before="120"/>
        <w:ind w:left="176" w:right="169"/>
        <w:rPr>
          <w:rFonts w:ascii="Calibri" w:hAnsi="Calibri" w:cs="Calibri"/>
          <w:szCs w:val="24"/>
        </w:rPr>
      </w:pPr>
    </w:p>
    <w:p w14:paraId="45D67755" w14:textId="77777777" w:rsidR="007D1B02" w:rsidRPr="00571D6E" w:rsidRDefault="007D1B02" w:rsidP="007D1B02">
      <w:pPr>
        <w:spacing w:before="120"/>
        <w:ind w:left="176" w:right="169"/>
        <w:rPr>
          <w:rFonts w:ascii="Calibri" w:hAnsi="Calibri" w:cs="Calibri"/>
          <w:sz w:val="20"/>
        </w:rPr>
      </w:pPr>
    </w:p>
    <w:p w14:paraId="4FACD131" w14:textId="77777777" w:rsidR="007D1B02" w:rsidRPr="00571D6E" w:rsidRDefault="007D1B02" w:rsidP="005A6A20">
      <w:pPr>
        <w:tabs>
          <w:tab w:val="left" w:pos="7797"/>
        </w:tabs>
        <w:rPr>
          <w:rFonts w:ascii="Calibri" w:hAnsi="Calibri" w:cs="Calibri"/>
        </w:rPr>
      </w:pPr>
    </w:p>
    <w:p w14:paraId="33E2326C" w14:textId="77777777" w:rsidR="009F2038" w:rsidRPr="00571D6E" w:rsidRDefault="009F2038" w:rsidP="009F2038">
      <w:pPr>
        <w:rPr>
          <w:rFonts w:ascii="Calibri" w:hAnsi="Calibri" w:cs="Calibri"/>
        </w:rPr>
      </w:pPr>
    </w:p>
    <w:sectPr w:rsidR="009F2038" w:rsidRPr="00571D6E" w:rsidSect="0059131D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304" w:right="1794" w:bottom="1134" w:left="1418" w:header="426" w:footer="234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C3A05" w14:textId="77777777" w:rsidR="00F7130E" w:rsidRDefault="00F7130E">
      <w:r>
        <w:separator/>
      </w:r>
    </w:p>
  </w:endnote>
  <w:endnote w:type="continuationSeparator" w:id="0">
    <w:p w14:paraId="3A9821F5" w14:textId="77777777" w:rsidR="00F7130E" w:rsidRDefault="00F7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2694"/>
      <w:gridCol w:w="2034"/>
      <w:gridCol w:w="2643"/>
      <w:gridCol w:w="2087"/>
    </w:tblGrid>
    <w:tr w:rsidR="009F2038" w14:paraId="00BEB5FE" w14:textId="77777777" w:rsidTr="008E4FA6">
      <w:tc>
        <w:tcPr>
          <w:tcW w:w="2694" w:type="dxa"/>
          <w:shd w:val="clear" w:color="auto" w:fill="auto"/>
        </w:tcPr>
        <w:p w14:paraId="6773F24B" w14:textId="77777777" w:rsidR="009F2038" w:rsidRPr="008E4FA6" w:rsidRDefault="009F2038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</w:p>
      </w:tc>
      <w:tc>
        <w:tcPr>
          <w:tcW w:w="2034" w:type="dxa"/>
          <w:shd w:val="clear" w:color="auto" w:fill="auto"/>
        </w:tcPr>
        <w:p w14:paraId="6623207A" w14:textId="77777777" w:rsidR="009F2038" w:rsidRPr="008E4FA6" w:rsidRDefault="009F2038" w:rsidP="008E4FA6">
          <w:pPr>
            <w:jc w:val="left"/>
            <w:rPr>
              <w:rFonts w:ascii="Calibri" w:hAnsi="Calibri" w:cs="Calibri"/>
              <w:sz w:val="16"/>
              <w:szCs w:val="16"/>
            </w:rPr>
          </w:pPr>
        </w:p>
      </w:tc>
      <w:tc>
        <w:tcPr>
          <w:tcW w:w="2643" w:type="dxa"/>
          <w:shd w:val="clear" w:color="auto" w:fill="auto"/>
        </w:tcPr>
        <w:p w14:paraId="6CA1E479" w14:textId="77777777" w:rsidR="009F2038" w:rsidRPr="008E4FA6" w:rsidRDefault="009F2038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</w:p>
      </w:tc>
      <w:tc>
        <w:tcPr>
          <w:tcW w:w="2087" w:type="dxa"/>
          <w:shd w:val="clear" w:color="auto" w:fill="auto"/>
        </w:tcPr>
        <w:p w14:paraId="19C6F556" w14:textId="77777777" w:rsidR="009F2038" w:rsidRPr="008E4FA6" w:rsidRDefault="009F2038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</w:p>
      </w:tc>
    </w:tr>
    <w:tr w:rsidR="009F2038" w14:paraId="3CE50EB4" w14:textId="77777777" w:rsidTr="008E4FA6">
      <w:tc>
        <w:tcPr>
          <w:tcW w:w="2694" w:type="dxa"/>
          <w:shd w:val="clear" w:color="auto" w:fill="auto"/>
        </w:tcPr>
        <w:p w14:paraId="2F588B45" w14:textId="77777777" w:rsidR="007D1B02" w:rsidRPr="008E4FA6" w:rsidRDefault="007D1B02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  <w:r w:rsidRPr="008E4FA6">
            <w:rPr>
              <w:rFonts w:ascii="Calibri" w:hAnsi="Calibri" w:cs="Calibri"/>
              <w:sz w:val="16"/>
              <w:szCs w:val="12"/>
            </w:rPr>
            <w:t>e</w:t>
          </w:r>
          <w:r w:rsidR="00C26CDF" w:rsidRPr="008E4FA6">
            <w:rPr>
              <w:rFonts w:ascii="Calibri" w:hAnsi="Calibri" w:cs="Calibri"/>
              <w:sz w:val="16"/>
              <w:szCs w:val="12"/>
            </w:rPr>
            <w:t>-</w:t>
          </w:r>
          <w:r w:rsidRPr="008E4FA6">
            <w:rPr>
              <w:rFonts w:ascii="Calibri" w:hAnsi="Calibri" w:cs="Calibri"/>
              <w:sz w:val="16"/>
              <w:szCs w:val="12"/>
            </w:rPr>
            <w:t xml:space="preserve">mail: </w:t>
          </w:r>
          <w:hyperlink r:id="rId1" w:history="1">
            <w:r w:rsidRPr="008E4FA6">
              <w:rPr>
                <w:rStyle w:val="Hypertextovodkaz"/>
                <w:rFonts w:ascii="Calibri" w:hAnsi="Calibri" w:cs="Calibri"/>
                <w:sz w:val="16"/>
                <w:szCs w:val="12"/>
              </w:rPr>
              <w:t>nemocnice@nemzate.cz</w:t>
            </w:r>
          </w:hyperlink>
        </w:p>
      </w:tc>
      <w:tc>
        <w:tcPr>
          <w:tcW w:w="2034" w:type="dxa"/>
          <w:shd w:val="clear" w:color="auto" w:fill="auto"/>
        </w:tcPr>
        <w:p w14:paraId="72E3A02B" w14:textId="77777777" w:rsidR="007D1B02" w:rsidRPr="008E4FA6" w:rsidRDefault="007D1B02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  <w:r w:rsidRPr="008E4FA6">
            <w:rPr>
              <w:rFonts w:ascii="Calibri" w:hAnsi="Calibri" w:cs="Calibri"/>
              <w:sz w:val="16"/>
              <w:szCs w:val="16"/>
            </w:rPr>
            <w:t>IČO: 25026259</w:t>
          </w:r>
        </w:p>
      </w:tc>
      <w:tc>
        <w:tcPr>
          <w:tcW w:w="2643" w:type="dxa"/>
          <w:shd w:val="clear" w:color="auto" w:fill="auto"/>
        </w:tcPr>
        <w:p w14:paraId="21848F9D" w14:textId="77777777" w:rsidR="007D1B02" w:rsidRPr="008E4FA6" w:rsidRDefault="007D1B02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  <w:r w:rsidRPr="008E4FA6">
            <w:rPr>
              <w:rFonts w:ascii="Calibri" w:hAnsi="Calibri" w:cs="Calibri"/>
              <w:sz w:val="16"/>
              <w:szCs w:val="12"/>
            </w:rPr>
            <w:t xml:space="preserve">ID datové schránky: </w:t>
          </w:r>
          <w:proofErr w:type="spellStart"/>
          <w:r w:rsidRPr="008E4FA6">
            <w:rPr>
              <w:rFonts w:ascii="Calibri" w:hAnsi="Calibri" w:cs="Calibri"/>
              <w:sz w:val="16"/>
              <w:szCs w:val="12"/>
            </w:rPr>
            <w:t>fgksgey</w:t>
          </w:r>
          <w:proofErr w:type="spellEnd"/>
        </w:p>
      </w:tc>
      <w:tc>
        <w:tcPr>
          <w:tcW w:w="2087" w:type="dxa"/>
          <w:shd w:val="clear" w:color="auto" w:fill="auto"/>
        </w:tcPr>
        <w:p w14:paraId="7586512C" w14:textId="77777777" w:rsidR="007D1B02" w:rsidRPr="008E4FA6" w:rsidRDefault="007D1B02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  <w:r w:rsidRPr="008E4FA6">
            <w:rPr>
              <w:rFonts w:ascii="Calibri" w:hAnsi="Calibri" w:cs="Calibri"/>
              <w:sz w:val="16"/>
              <w:szCs w:val="12"/>
            </w:rPr>
            <w:t>bankovní spojení: KB Žatec</w:t>
          </w:r>
        </w:p>
      </w:tc>
    </w:tr>
    <w:tr w:rsidR="009F2038" w14:paraId="1BCDE24D" w14:textId="77777777" w:rsidTr="008E4FA6">
      <w:tc>
        <w:tcPr>
          <w:tcW w:w="2694" w:type="dxa"/>
          <w:shd w:val="clear" w:color="auto" w:fill="auto"/>
        </w:tcPr>
        <w:p w14:paraId="3A71E3D6" w14:textId="77777777" w:rsidR="007D1B02" w:rsidRPr="008E4FA6" w:rsidRDefault="007D1B02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  <w:hyperlink r:id="rId2" w:history="1">
            <w:r w:rsidRPr="008E4FA6">
              <w:rPr>
                <w:rStyle w:val="Hypertextovodkaz"/>
                <w:rFonts w:ascii="Calibri" w:hAnsi="Calibri" w:cs="Calibri"/>
                <w:sz w:val="16"/>
                <w:szCs w:val="12"/>
              </w:rPr>
              <w:t>http://www.nemzatec.cz</w:t>
            </w:r>
          </w:hyperlink>
          <w:r w:rsidRPr="008E4FA6">
            <w:rPr>
              <w:rFonts w:ascii="Calibri" w:hAnsi="Calibri" w:cs="Calibri"/>
              <w:sz w:val="16"/>
              <w:szCs w:val="12"/>
            </w:rPr>
            <w:t xml:space="preserve"> </w:t>
          </w:r>
        </w:p>
      </w:tc>
      <w:tc>
        <w:tcPr>
          <w:tcW w:w="2034" w:type="dxa"/>
          <w:shd w:val="clear" w:color="auto" w:fill="auto"/>
        </w:tcPr>
        <w:p w14:paraId="3E3E576B" w14:textId="77777777" w:rsidR="007D1B02" w:rsidRPr="008E4FA6" w:rsidRDefault="007D1B02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  <w:r w:rsidRPr="008E4FA6">
            <w:rPr>
              <w:rFonts w:ascii="Calibri" w:hAnsi="Calibri" w:cs="Calibri"/>
              <w:sz w:val="16"/>
              <w:szCs w:val="12"/>
            </w:rPr>
            <w:t>DIČ:CZ25026259</w:t>
          </w:r>
        </w:p>
      </w:tc>
      <w:tc>
        <w:tcPr>
          <w:tcW w:w="2643" w:type="dxa"/>
          <w:shd w:val="clear" w:color="auto" w:fill="auto"/>
        </w:tcPr>
        <w:p w14:paraId="78AC7311" w14:textId="77777777" w:rsidR="007D1B02" w:rsidRPr="008E4FA6" w:rsidRDefault="007D1B02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  <w:r w:rsidRPr="008E4FA6">
            <w:rPr>
              <w:rFonts w:ascii="Calibri" w:hAnsi="Calibri" w:cs="Calibri"/>
              <w:sz w:val="16"/>
              <w:szCs w:val="12"/>
            </w:rPr>
            <w:t>tel: 414 110 111</w:t>
          </w:r>
        </w:p>
      </w:tc>
      <w:tc>
        <w:tcPr>
          <w:tcW w:w="2087" w:type="dxa"/>
          <w:shd w:val="clear" w:color="auto" w:fill="auto"/>
        </w:tcPr>
        <w:p w14:paraId="0AC75328" w14:textId="77777777" w:rsidR="007D1B02" w:rsidRPr="008E4FA6" w:rsidRDefault="007D1B02" w:rsidP="008E4FA6">
          <w:pPr>
            <w:jc w:val="left"/>
            <w:rPr>
              <w:rFonts w:ascii="Calibri" w:hAnsi="Calibri" w:cs="Calibri"/>
              <w:sz w:val="16"/>
              <w:szCs w:val="12"/>
            </w:rPr>
          </w:pPr>
          <w:r w:rsidRPr="008E4FA6">
            <w:rPr>
              <w:rFonts w:ascii="Calibri" w:hAnsi="Calibri" w:cs="Calibri"/>
              <w:sz w:val="16"/>
              <w:szCs w:val="12"/>
            </w:rPr>
            <w:t>číslo účtu: 12132481/0100</w:t>
          </w:r>
        </w:p>
      </w:tc>
    </w:tr>
  </w:tbl>
  <w:p w14:paraId="446F635D" w14:textId="77777777" w:rsidR="009C4590" w:rsidRDefault="009C4590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90C73" w14:textId="77777777" w:rsidR="009C4590" w:rsidRDefault="00B2639B">
    <w:pPr>
      <w:tabs>
        <w:tab w:val="left" w:pos="7797"/>
      </w:tabs>
      <w:rPr>
        <w:sz w:val="16"/>
        <w:szCs w:val="16"/>
      </w:rPr>
    </w:pPr>
    <w:r>
      <w:rPr>
        <w:sz w:val="16"/>
        <w:szCs w:val="16"/>
      </w:rPr>
      <w:t>IČ: 25026259</w:t>
    </w:r>
    <w:r>
      <w:rPr>
        <w:sz w:val="16"/>
        <w:szCs w:val="16"/>
      </w:rPr>
      <w:tab/>
      <w:t>Tel: 414 110 111</w:t>
    </w:r>
  </w:p>
  <w:p w14:paraId="39CF7D75" w14:textId="77777777" w:rsidR="009C4590" w:rsidRDefault="00B2639B">
    <w:pPr>
      <w:tabs>
        <w:tab w:val="left" w:pos="7797"/>
      </w:tabs>
      <w:rPr>
        <w:sz w:val="16"/>
        <w:szCs w:val="16"/>
      </w:rPr>
    </w:pPr>
    <w:r>
      <w:rPr>
        <w:sz w:val="16"/>
        <w:szCs w:val="16"/>
      </w:rPr>
      <w:t>DIČ: CZ25026259</w:t>
    </w:r>
    <w:r>
      <w:rPr>
        <w:sz w:val="16"/>
        <w:szCs w:val="16"/>
      </w:rPr>
      <w:tab/>
      <w:t>Fax: 414 110 124</w:t>
    </w:r>
  </w:p>
  <w:p w14:paraId="680CB7A2" w14:textId="77777777" w:rsidR="009C4590" w:rsidRDefault="00B2639B">
    <w:pPr>
      <w:pStyle w:val="Zpat"/>
      <w:rPr>
        <w:sz w:val="16"/>
        <w:szCs w:val="16"/>
      </w:rPr>
    </w:pPr>
    <w:r>
      <w:rPr>
        <w:sz w:val="16"/>
        <w:szCs w:val="16"/>
      </w:rPr>
      <w:t xml:space="preserve">F-013-01 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                                                            e-mail: </w:t>
    </w:r>
    <w:hyperlink r:id="rId1">
      <w:r>
        <w:rPr>
          <w:rStyle w:val="Hypertextovodkaz"/>
          <w:sz w:val="16"/>
          <w:szCs w:val="16"/>
        </w:rPr>
        <w:t>nemocnice@nemzatec.cz</w:t>
      </w:r>
    </w:hyperlink>
  </w:p>
  <w:p w14:paraId="4AEDC2A7" w14:textId="77777777" w:rsidR="009C4590" w:rsidRDefault="00B2639B">
    <w:pPr>
      <w:pStyle w:val="Zpat"/>
      <w:jc w:val="center"/>
      <w:rPr>
        <w:sz w:val="16"/>
        <w:szCs w:val="16"/>
      </w:rPr>
    </w:pPr>
    <w:r>
      <w:rPr>
        <w:sz w:val="16"/>
        <w:szCs w:val="16"/>
      </w:rPr>
      <w:t xml:space="preserve">Stránka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 xml:space="preserve"> PAGE 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 xml:space="preserve"> NUMPAGES 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>
      <w:rPr>
        <w:b/>
        <w:bCs/>
        <w:sz w:val="16"/>
        <w:szCs w:val="16"/>
      </w:rPr>
      <w:fldChar w:fldCharType="end"/>
    </w:r>
  </w:p>
  <w:p w14:paraId="1E5163BA" w14:textId="77777777" w:rsidR="009C4590" w:rsidRDefault="009C459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6ADCB" w14:textId="77777777" w:rsidR="00F7130E" w:rsidRDefault="00F7130E">
      <w:r>
        <w:separator/>
      </w:r>
    </w:p>
  </w:footnote>
  <w:footnote w:type="continuationSeparator" w:id="0">
    <w:p w14:paraId="1CD0E475" w14:textId="77777777" w:rsidR="00F7130E" w:rsidRDefault="00F71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B51E0" w14:textId="09E7AA90" w:rsidR="009C4590" w:rsidRDefault="005352EF">
    <w:pPr>
      <w:tabs>
        <w:tab w:val="left" w:pos="5245"/>
      </w:tabs>
      <w:rPr>
        <w:sz w:val="14"/>
        <w:szCs w:val="1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34A1914" wp14:editId="4865F152">
          <wp:simplePos x="0" y="0"/>
          <wp:positionH relativeFrom="column">
            <wp:posOffset>-475615</wp:posOffset>
          </wp:positionH>
          <wp:positionV relativeFrom="paragraph">
            <wp:posOffset>-114300</wp:posOffset>
          </wp:positionV>
          <wp:extent cx="3581400" cy="967105"/>
          <wp:effectExtent l="0" t="0" r="0" b="0"/>
          <wp:wrapSquare wrapText="bothSides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1400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10C88F" w14:textId="77777777" w:rsidR="009C4590" w:rsidRDefault="009C4590">
    <w:pPr>
      <w:tabs>
        <w:tab w:val="left" w:pos="5245"/>
      </w:tabs>
      <w:rPr>
        <w:sz w:val="14"/>
        <w:szCs w:val="14"/>
      </w:rPr>
    </w:pPr>
  </w:p>
  <w:p w14:paraId="6EEAC2AE" w14:textId="77777777" w:rsidR="009C4590" w:rsidRDefault="009C4590">
    <w:pPr>
      <w:tabs>
        <w:tab w:val="left" w:pos="5245"/>
      </w:tabs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8E1C8" w14:textId="5AE61BEC" w:rsidR="009C4590" w:rsidRDefault="005352EF">
    <w:pPr>
      <w:tabs>
        <w:tab w:val="left" w:pos="1560"/>
        <w:tab w:val="left" w:pos="5529"/>
      </w:tabs>
    </w:pPr>
    <w:r>
      <w:rPr>
        <w:noProof/>
      </w:rPr>
      <w:drawing>
        <wp:anchor distT="0" distB="0" distL="114300" distR="114300" simplePos="0" relativeHeight="251657216" behindDoc="0" locked="0" layoutInCell="0" allowOverlap="1" wp14:anchorId="0CB0FB38" wp14:editId="1460A6A7">
          <wp:simplePos x="0" y="0"/>
          <wp:positionH relativeFrom="column">
            <wp:posOffset>-90805</wp:posOffset>
          </wp:positionH>
          <wp:positionV relativeFrom="paragraph">
            <wp:posOffset>-104775</wp:posOffset>
          </wp:positionV>
          <wp:extent cx="809625" cy="561975"/>
          <wp:effectExtent l="0" t="0" r="0" b="0"/>
          <wp:wrapTight wrapText="bothSides">
            <wp:wrapPolygon edited="0">
              <wp:start x="0" y="0"/>
              <wp:lineTo x="0" y="21234"/>
              <wp:lineTo x="21346" y="21234"/>
              <wp:lineTo x="21346" y="0"/>
              <wp:lineTo x="0" y="0"/>
            </wp:wrapPolygon>
          </wp:wrapTight>
          <wp:docPr id="1" name="obrázek 1" descr="nemlogo_male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logo_male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639B">
      <w:rPr>
        <w:b/>
        <w:sz w:val="40"/>
      </w:rPr>
      <w:t xml:space="preserve"> </w:t>
    </w:r>
    <w:r w:rsidR="00B2639B">
      <w:rPr>
        <w:b/>
        <w:sz w:val="40"/>
      </w:rPr>
      <w:tab/>
    </w:r>
    <w:r w:rsidR="00B2639B">
      <w:rPr>
        <w:b/>
        <w:sz w:val="36"/>
        <w:szCs w:val="36"/>
      </w:rPr>
      <w:t>Nemocnice Žatec, o.p.s.</w:t>
    </w:r>
    <w:r w:rsidR="00B2639B">
      <w:tab/>
      <w:t>Husova 2796, 438 01 Žatec</w:t>
    </w:r>
  </w:p>
  <w:p w14:paraId="2CDA9917" w14:textId="77777777" w:rsidR="009C4590" w:rsidRDefault="00B2639B">
    <w:pPr>
      <w:tabs>
        <w:tab w:val="left" w:pos="5245"/>
        <w:tab w:val="left" w:pos="5529"/>
      </w:tabs>
      <w:rPr>
        <w:sz w:val="14"/>
        <w:szCs w:val="14"/>
      </w:rPr>
    </w:pPr>
    <w:r>
      <w:tab/>
    </w:r>
    <w:r>
      <w:tab/>
    </w:r>
    <w:r>
      <w:rPr>
        <w:sz w:val="14"/>
        <w:szCs w:val="14"/>
      </w:rPr>
      <w:t xml:space="preserve">zapsána v OR OPS u Krajského soudu v Ústí </w:t>
    </w:r>
    <w:proofErr w:type="spellStart"/>
    <w:r>
      <w:rPr>
        <w:sz w:val="14"/>
        <w:szCs w:val="14"/>
      </w:rPr>
      <w:t>n.L.</w:t>
    </w:r>
    <w:proofErr w:type="spellEnd"/>
    <w:r>
      <w:rPr>
        <w:sz w:val="14"/>
        <w:szCs w:val="14"/>
      </w:rPr>
      <w:t>, oddíl 0, vložka 11</w:t>
    </w:r>
  </w:p>
  <w:p w14:paraId="592FCAA4" w14:textId="77777777" w:rsidR="009C4590" w:rsidRDefault="009C4590">
    <w:pPr>
      <w:tabs>
        <w:tab w:val="left" w:pos="5245"/>
      </w:tabs>
      <w:rPr>
        <w:sz w:val="14"/>
        <w:szCs w:val="14"/>
      </w:rPr>
    </w:pPr>
  </w:p>
  <w:p w14:paraId="197DD3C4" w14:textId="77777777" w:rsidR="009C4590" w:rsidRDefault="009C4590">
    <w:pPr>
      <w:tabs>
        <w:tab w:val="left" w:pos="5245"/>
      </w:tabs>
      <w:rPr>
        <w:sz w:val="14"/>
        <w:szCs w:val="14"/>
      </w:rPr>
    </w:pPr>
  </w:p>
  <w:p w14:paraId="0B31C60C" w14:textId="77777777" w:rsidR="009C4590" w:rsidRDefault="009C4590">
    <w:pPr>
      <w:tabs>
        <w:tab w:val="left" w:pos="5245"/>
      </w:tabs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23893"/>
    <w:multiLevelType w:val="hybridMultilevel"/>
    <w:tmpl w:val="FCB2FD92"/>
    <w:lvl w:ilvl="0" w:tplc="34CA82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75DB6"/>
    <w:multiLevelType w:val="hybridMultilevel"/>
    <w:tmpl w:val="66F666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A263A"/>
    <w:multiLevelType w:val="hybridMultilevel"/>
    <w:tmpl w:val="F078B1B4"/>
    <w:lvl w:ilvl="0" w:tplc="F49812D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44CED"/>
    <w:multiLevelType w:val="hybridMultilevel"/>
    <w:tmpl w:val="2CBA56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666D5"/>
    <w:multiLevelType w:val="multilevel"/>
    <w:tmpl w:val="99D2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BA0401"/>
    <w:multiLevelType w:val="multilevel"/>
    <w:tmpl w:val="7040B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F54427"/>
    <w:multiLevelType w:val="multilevel"/>
    <w:tmpl w:val="A4F61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0343023">
    <w:abstractNumId w:val="1"/>
  </w:num>
  <w:num w:numId="2" w16cid:durableId="1369842045">
    <w:abstractNumId w:val="0"/>
  </w:num>
  <w:num w:numId="3" w16cid:durableId="1588539970">
    <w:abstractNumId w:val="2"/>
  </w:num>
  <w:num w:numId="4" w16cid:durableId="1138960276">
    <w:abstractNumId w:val="4"/>
  </w:num>
  <w:num w:numId="5" w16cid:durableId="173151292">
    <w:abstractNumId w:val="6"/>
  </w:num>
  <w:num w:numId="6" w16cid:durableId="1831944977">
    <w:abstractNumId w:val="5"/>
  </w:num>
  <w:num w:numId="7" w16cid:durableId="10427532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2EF"/>
    <w:rsid w:val="00042FEA"/>
    <w:rsid w:val="00043581"/>
    <w:rsid w:val="00070612"/>
    <w:rsid w:val="000E4039"/>
    <w:rsid w:val="001A5B33"/>
    <w:rsid w:val="001E6A06"/>
    <w:rsid w:val="001F1CAE"/>
    <w:rsid w:val="0027416C"/>
    <w:rsid w:val="002A377F"/>
    <w:rsid w:val="002C7104"/>
    <w:rsid w:val="002D4C57"/>
    <w:rsid w:val="00317602"/>
    <w:rsid w:val="003346DD"/>
    <w:rsid w:val="0034139B"/>
    <w:rsid w:val="00394025"/>
    <w:rsid w:val="003D0778"/>
    <w:rsid w:val="003F3B3F"/>
    <w:rsid w:val="0041507A"/>
    <w:rsid w:val="00443ED4"/>
    <w:rsid w:val="004A1F8A"/>
    <w:rsid w:val="004D1C3D"/>
    <w:rsid w:val="004D3525"/>
    <w:rsid w:val="004F4427"/>
    <w:rsid w:val="005322FB"/>
    <w:rsid w:val="005339A1"/>
    <w:rsid w:val="005352EF"/>
    <w:rsid w:val="005430CC"/>
    <w:rsid w:val="00556F2F"/>
    <w:rsid w:val="00557612"/>
    <w:rsid w:val="00571D6E"/>
    <w:rsid w:val="005829D7"/>
    <w:rsid w:val="0059131D"/>
    <w:rsid w:val="00593863"/>
    <w:rsid w:val="005A6A20"/>
    <w:rsid w:val="00606E3D"/>
    <w:rsid w:val="00625BFC"/>
    <w:rsid w:val="00641B2F"/>
    <w:rsid w:val="00665690"/>
    <w:rsid w:val="007202CB"/>
    <w:rsid w:val="00723AA3"/>
    <w:rsid w:val="00731093"/>
    <w:rsid w:val="00780AD2"/>
    <w:rsid w:val="007D1B02"/>
    <w:rsid w:val="007E4E2A"/>
    <w:rsid w:val="007F561D"/>
    <w:rsid w:val="00826462"/>
    <w:rsid w:val="00885168"/>
    <w:rsid w:val="008C49F3"/>
    <w:rsid w:val="008E4FA6"/>
    <w:rsid w:val="008F6949"/>
    <w:rsid w:val="00912228"/>
    <w:rsid w:val="009A7797"/>
    <w:rsid w:val="009B7052"/>
    <w:rsid w:val="009C4590"/>
    <w:rsid w:val="009F2038"/>
    <w:rsid w:val="00A818A4"/>
    <w:rsid w:val="00A96184"/>
    <w:rsid w:val="00AA7668"/>
    <w:rsid w:val="00B2639B"/>
    <w:rsid w:val="00B40BB2"/>
    <w:rsid w:val="00B97E54"/>
    <w:rsid w:val="00BF194B"/>
    <w:rsid w:val="00C22203"/>
    <w:rsid w:val="00C26CDF"/>
    <w:rsid w:val="00C355D4"/>
    <w:rsid w:val="00C54EA8"/>
    <w:rsid w:val="00CC4734"/>
    <w:rsid w:val="00CF544E"/>
    <w:rsid w:val="00D91E90"/>
    <w:rsid w:val="00DD1E83"/>
    <w:rsid w:val="00DF2A11"/>
    <w:rsid w:val="00E66019"/>
    <w:rsid w:val="00E7127F"/>
    <w:rsid w:val="00E871B4"/>
    <w:rsid w:val="00E9710A"/>
    <w:rsid w:val="00EC1907"/>
    <w:rsid w:val="00EE2BC0"/>
    <w:rsid w:val="00EF0F32"/>
    <w:rsid w:val="00EF6B0C"/>
    <w:rsid w:val="00F35D68"/>
    <w:rsid w:val="00F7130E"/>
    <w:rsid w:val="00FE61D1"/>
    <w:rsid w:val="00FE6775"/>
    <w:rsid w:val="00FF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0D1F0"/>
  <w15:docId w15:val="{5951BA52-5895-44C1-A0FE-8EB30F9F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42FEA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customStyle="1" w:styleId="ZpatChar">
    <w:name w:val="Zápatí Char"/>
    <w:link w:val="Zpat"/>
    <w:uiPriority w:val="99"/>
    <w:qFormat/>
    <w:rsid w:val="005902AD"/>
    <w:rPr>
      <w:sz w:val="24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qFormat/>
    <w:rsid w:val="007D71F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01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97E54"/>
    <w:pPr>
      <w:spacing w:after="160" w:line="259" w:lineRule="auto"/>
      <w:ind w:left="720"/>
      <w:contextualSpacing/>
      <w:jc w:val="left"/>
    </w:pPr>
    <w:rPr>
      <w:rFonts w:ascii="Calibri" w:eastAsia="Calibri" w:hAnsi="Calibri" w:cs="Calibri"/>
      <w:kern w:val="2"/>
      <w:sz w:val="22"/>
      <w:szCs w:val="22"/>
      <w:lang w:eastAsia="en-US"/>
    </w:rPr>
  </w:style>
  <w:style w:type="character" w:styleId="Nevyeenzmnka">
    <w:name w:val="Unresolved Mention"/>
    <w:uiPriority w:val="99"/>
    <w:semiHidden/>
    <w:unhideWhenUsed/>
    <w:rsid w:val="00DF2A11"/>
    <w:rPr>
      <w:color w:val="605E5C"/>
      <w:shd w:val="clear" w:color="auto" w:fill="E1DFDD"/>
    </w:rPr>
  </w:style>
  <w:style w:type="paragraph" w:customStyle="1" w:styleId="Default">
    <w:name w:val="Default"/>
    <w:rsid w:val="0059131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8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emzatec.cz" TargetMode="External"/><Relationship Id="rId1" Type="http://schemas.openxmlformats.org/officeDocument/2006/relationships/hyperlink" Target="mailto:nemocnice@nemzate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nemocnice@nemzate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sanova\Desktop\Hlavi&#269;kov&#253;%20pap&#237;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FCC2DDFADC8A4CA10D081ACB97A5C5" ma:contentTypeVersion="1" ma:contentTypeDescription="Vytvořit nový dokument" ma:contentTypeScope="" ma:versionID="00c4b508e8243a12583064f8f0687530">
  <xsd:schema xmlns:xsd="http://www.w3.org/2001/XMLSchema" xmlns:p="http://schemas.microsoft.com/office/2006/metadata/properties" xmlns:ns2="f215b9c7-abc0-4031-92dd-ba37d6153ae2" targetNamespace="http://schemas.microsoft.com/office/2006/metadata/properties" ma:root="true" ma:fieldsID="8c374e4b99c2aefd25b318a17071d2cf" ns2:_="">
    <xsd:import namespace="f215b9c7-abc0-4031-92dd-ba37d6153ae2"/>
    <xsd:element name="properties">
      <xsd:complexType>
        <xsd:sequence>
          <xsd:element name="documentManagement">
            <xsd:complexType>
              <xsd:all>
                <xsd:element ref="ns2:DITI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215b9c7-abc0-4031-92dd-ba37d6153ae2" elementFormDefault="qualified">
    <xsd:import namespace="http://schemas.microsoft.com/office/2006/documentManagement/types"/>
    <xsd:element name="DITIS" ma:index="1" nillable="true" ma:displayName="DITIS" ma:internalName="DITI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 obsahu" ma:readOnly="true"/>
        <xsd:element ref="dc:title" minOccurs="0" maxOccurs="1" ma:index="2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335A85-F8F4-4A95-88B6-50EDE1919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15b9c7-abc0-4031-92dd-ba37d6153ae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A238DE5-D2BE-45D2-8E1E-62095ED826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2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Vážený pane, vážená paní</vt:lpstr>
    </vt:vector>
  </TitlesOfParts>
  <Company>Nemocnice Žatec o.p.s.</Company>
  <LinksUpToDate>false</LinksUpToDate>
  <CharactersWithSpaces>1596</CharactersWithSpaces>
  <SharedDoc>false</SharedDoc>
  <HLinks>
    <vt:vector size="18" baseType="variant">
      <vt:variant>
        <vt:i4>6094950</vt:i4>
      </vt:variant>
      <vt:variant>
        <vt:i4>6</vt:i4>
      </vt:variant>
      <vt:variant>
        <vt:i4>0</vt:i4>
      </vt:variant>
      <vt:variant>
        <vt:i4>5</vt:i4>
      </vt:variant>
      <vt:variant>
        <vt:lpwstr>mailto:nemocnice@nemzatec.cz</vt:lpwstr>
      </vt:variant>
      <vt:variant>
        <vt:lpwstr/>
      </vt:variant>
      <vt:variant>
        <vt:i4>7864379</vt:i4>
      </vt:variant>
      <vt:variant>
        <vt:i4>3</vt:i4>
      </vt:variant>
      <vt:variant>
        <vt:i4>0</vt:i4>
      </vt:variant>
      <vt:variant>
        <vt:i4>5</vt:i4>
      </vt:variant>
      <vt:variant>
        <vt:lpwstr>http://www.nemzatec.cz/</vt:lpwstr>
      </vt:variant>
      <vt:variant>
        <vt:lpwstr/>
      </vt:variant>
      <vt:variant>
        <vt:i4>6946888</vt:i4>
      </vt:variant>
      <vt:variant>
        <vt:i4>0</vt:i4>
      </vt:variant>
      <vt:variant>
        <vt:i4>0</vt:i4>
      </vt:variant>
      <vt:variant>
        <vt:i4>5</vt:i4>
      </vt:variant>
      <vt:variant>
        <vt:lpwstr>mailto:nemocnice@nemzate.cz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Vážený pane, vážená paní</dc:title>
  <dc:subject/>
  <dc:creator>Olšanová Jana</dc:creator>
  <cp:keywords/>
  <dc:description/>
  <cp:lastModifiedBy>styvar.vaclav@gmail.com</cp:lastModifiedBy>
  <cp:revision>5</cp:revision>
  <cp:lastPrinted>2024-08-05T07:45:00Z</cp:lastPrinted>
  <dcterms:created xsi:type="dcterms:W3CDTF">2025-02-14T11:37:00Z</dcterms:created>
  <dcterms:modified xsi:type="dcterms:W3CDTF">2025-03-03T11:20:00Z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0x010100FCFCC2DDFADC8A4CA10D081ACB97A5C5</vt:lpwstr>
  </property>
  <property fmtid="{D5CDD505-2E9C-101B-9397-08002B2CF9AE}" pid="3" name="DITIS">
    <vt:lpwstr/>
  </property>
</Properties>
</file>